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00" w:type="dxa"/>
        <w:jc w:val="center"/>
        <w:tblCellMar>
          <w:top w:w="14" w:type="dxa"/>
          <w:left w:w="86" w:type="dxa"/>
          <w:bottom w:w="14" w:type="dxa"/>
          <w:right w:w="86" w:type="dxa"/>
        </w:tblCellMar>
        <w:tblLook w:val="01E0" w:firstRow="1" w:lastRow="1" w:firstColumn="1" w:lastColumn="1" w:noHBand="0" w:noVBand="0"/>
      </w:tblPr>
      <w:tblGrid>
        <w:gridCol w:w="1728"/>
        <w:gridCol w:w="972"/>
        <w:gridCol w:w="62"/>
        <w:gridCol w:w="2252"/>
        <w:gridCol w:w="1004"/>
        <w:gridCol w:w="1248"/>
        <w:gridCol w:w="309"/>
        <w:gridCol w:w="287"/>
        <w:gridCol w:w="585"/>
        <w:gridCol w:w="843"/>
        <w:gridCol w:w="287"/>
        <w:gridCol w:w="465"/>
        <w:gridCol w:w="303"/>
        <w:gridCol w:w="439"/>
        <w:gridCol w:w="35"/>
        <w:gridCol w:w="81"/>
      </w:tblGrid>
      <w:tr w:rsidR="00555CB0" w:rsidTr="00E75372">
        <w:trPr>
          <w:gridAfter w:val="1"/>
          <w:wAfter w:w="81" w:type="dxa"/>
          <w:trHeight w:val="889"/>
          <w:jc w:val="center"/>
        </w:trPr>
        <w:tc>
          <w:tcPr>
            <w:tcW w:w="10819" w:type="dxa"/>
            <w:gridSpan w:val="15"/>
            <w:tcBorders>
              <w:right w:val="single" w:sz="4" w:space="0" w:color="999999"/>
            </w:tcBorders>
            <w:vAlign w:val="bottom"/>
          </w:tcPr>
          <w:p w:rsidR="004D7441" w:rsidRPr="00123453" w:rsidRDefault="009926A7" w:rsidP="009926A7">
            <w:pPr>
              <w:pStyle w:val="Text"/>
              <w:jc w:val="center"/>
              <w:rPr>
                <w:rFonts w:ascii="Euphemia" w:hAnsi="Euphemia"/>
                <w:color w:val="76923C"/>
                <w:sz w:val="28"/>
                <w:szCs w:val="28"/>
              </w:rPr>
            </w:pPr>
            <w:bookmarkStart w:id="0" w:name="_GoBack"/>
            <w:bookmarkEnd w:id="0"/>
            <w:r w:rsidRPr="00123453">
              <w:rPr>
                <w:rFonts w:ascii="Euphemia" w:hAnsi="Euphemia"/>
                <w:color w:val="76923C"/>
                <w:sz w:val="28"/>
                <w:szCs w:val="28"/>
              </w:rPr>
              <w:t>Nicola Dean</w:t>
            </w:r>
            <w:r w:rsidR="009E735C" w:rsidRPr="00123453">
              <w:rPr>
                <w:rFonts w:ascii="Euphemia" w:hAnsi="Euphemia"/>
                <w:color w:val="76923C"/>
                <w:sz w:val="28"/>
                <w:szCs w:val="28"/>
              </w:rPr>
              <w:t xml:space="preserve"> </w:t>
            </w:r>
          </w:p>
          <w:p w:rsidR="009926A7" w:rsidRPr="00123453" w:rsidRDefault="004D7441" w:rsidP="009926A7">
            <w:pPr>
              <w:pStyle w:val="Text"/>
              <w:jc w:val="center"/>
              <w:rPr>
                <w:rFonts w:ascii="Euphemia" w:hAnsi="Euphemia"/>
                <w:color w:val="76923C"/>
                <w:sz w:val="20"/>
                <w:szCs w:val="20"/>
              </w:rPr>
            </w:pPr>
            <w:r w:rsidRPr="00123453">
              <w:rPr>
                <w:rFonts w:ascii="Euphemia" w:hAnsi="Euphemia"/>
                <w:color w:val="76923C"/>
                <w:sz w:val="20"/>
                <w:szCs w:val="20"/>
              </w:rPr>
              <w:t>M</w:t>
            </w:r>
            <w:r w:rsidR="009E735C" w:rsidRPr="00123453">
              <w:rPr>
                <w:rFonts w:ascii="Euphemia" w:hAnsi="Euphemia"/>
                <w:color w:val="76923C"/>
                <w:sz w:val="20"/>
                <w:szCs w:val="20"/>
              </w:rPr>
              <w:t>edical herbalist-</w:t>
            </w:r>
            <w:r w:rsidRPr="00123453">
              <w:rPr>
                <w:rFonts w:ascii="Euphemia" w:hAnsi="Euphemia"/>
                <w:color w:val="76923C"/>
                <w:sz w:val="20"/>
                <w:szCs w:val="20"/>
              </w:rPr>
              <w:t>N</w:t>
            </w:r>
            <w:r w:rsidR="009926A7" w:rsidRPr="00123453">
              <w:rPr>
                <w:rFonts w:ascii="Euphemia" w:hAnsi="Euphemia"/>
                <w:color w:val="76923C"/>
                <w:sz w:val="20"/>
                <w:szCs w:val="20"/>
              </w:rPr>
              <w:t>aturopath</w:t>
            </w:r>
          </w:p>
          <w:p w:rsidR="00555CB0" w:rsidRPr="00123453" w:rsidRDefault="00555CB0" w:rsidP="009926A7">
            <w:pPr>
              <w:pStyle w:val="Text"/>
              <w:jc w:val="center"/>
              <w:rPr>
                <w:sz w:val="20"/>
                <w:szCs w:val="20"/>
                <w:vertAlign w:val="superscript"/>
              </w:rPr>
            </w:pPr>
          </w:p>
        </w:tc>
      </w:tr>
      <w:tr w:rsidR="00555CB0" w:rsidTr="00E75372">
        <w:trPr>
          <w:gridAfter w:val="1"/>
          <w:wAfter w:w="81" w:type="dxa"/>
          <w:trHeight w:hRule="exact" w:val="720"/>
          <w:jc w:val="center"/>
        </w:trPr>
        <w:tc>
          <w:tcPr>
            <w:tcW w:w="10819" w:type="dxa"/>
            <w:gridSpan w:val="15"/>
            <w:vAlign w:val="bottom"/>
          </w:tcPr>
          <w:p w:rsidR="00555CB0" w:rsidRPr="009926A7" w:rsidRDefault="00555CB0" w:rsidP="00154335">
            <w:pPr>
              <w:pStyle w:val="Heading1"/>
              <w:rPr>
                <w:sz w:val="24"/>
                <w:szCs w:val="24"/>
              </w:rPr>
            </w:pPr>
            <w:r w:rsidRPr="009926A7">
              <w:rPr>
                <w:sz w:val="24"/>
                <w:szCs w:val="24"/>
              </w:rPr>
              <w:t>HEALTH APPRAISAL QUESTIONNAIRE</w:t>
            </w:r>
          </w:p>
        </w:tc>
      </w:tr>
      <w:tr w:rsidR="00555CB0" w:rsidTr="00E75372">
        <w:trPr>
          <w:gridAfter w:val="1"/>
          <w:wAfter w:w="81" w:type="dxa"/>
          <w:trHeight w:hRule="exact" w:val="811"/>
          <w:jc w:val="center"/>
        </w:trPr>
        <w:tc>
          <w:tcPr>
            <w:tcW w:w="10819" w:type="dxa"/>
            <w:gridSpan w:val="15"/>
            <w:tcBorders>
              <w:bottom w:val="single" w:sz="4" w:space="0" w:color="999999"/>
            </w:tcBorders>
          </w:tcPr>
          <w:p w:rsidR="00555CB0" w:rsidRDefault="00555CB0" w:rsidP="00292804">
            <w:pPr>
              <w:pStyle w:val="Heading4"/>
              <w:jc w:val="left"/>
            </w:pPr>
          </w:p>
        </w:tc>
      </w:tr>
      <w:tr w:rsidR="00555CB0" w:rsidTr="00E75372">
        <w:trPr>
          <w:trHeight w:val="288"/>
          <w:jc w:val="center"/>
        </w:trPr>
        <w:tc>
          <w:tcPr>
            <w:tcW w:w="276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rPr>
                <w:rStyle w:val="Heading2Char"/>
              </w:rPr>
              <w:t>Name</w:t>
            </w:r>
            <w:r>
              <w:t xml:space="preserve"> </w:t>
            </w:r>
          </w:p>
        </w:tc>
        <w:tc>
          <w:tcPr>
            <w:tcW w:w="3256" w:type="dxa"/>
            <w:gridSpan w:val="2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</w:p>
        </w:tc>
        <w:tc>
          <w:tcPr>
            <w:tcW w:w="1844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rPr>
                <w:b/>
                <w:bCs/>
              </w:rPr>
              <w:sym w:font="Wingdings" w:char="F0A8"/>
            </w:r>
            <w:r>
              <w:rPr>
                <w:b/>
                <w:bCs/>
              </w:rPr>
              <w:t xml:space="preserve">  M</w:t>
            </w:r>
            <w:r>
              <w:t xml:space="preserve">    </w:t>
            </w:r>
            <w:r>
              <w:rPr>
                <w:b/>
                <w:bCs/>
              </w:rPr>
              <w:sym w:font="Wingdings" w:char="F0A8"/>
            </w:r>
            <w:r>
              <w:rPr>
                <w:b/>
                <w:bCs/>
              </w:rPr>
              <w:t xml:space="preserve">  F</w:t>
            </w:r>
          </w:p>
        </w:tc>
        <w:tc>
          <w:tcPr>
            <w:tcW w:w="5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Heading2"/>
            </w:pPr>
            <w:r>
              <w:t>DOB:</w:t>
            </w:r>
          </w:p>
        </w:tc>
        <w:tc>
          <w:tcPr>
            <w:tcW w:w="2453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</w:p>
        </w:tc>
      </w:tr>
      <w:tr w:rsidR="00555CB0" w:rsidTr="00E75372">
        <w:trPr>
          <w:gridAfter w:val="1"/>
          <w:wAfter w:w="81" w:type="dxa"/>
          <w:trHeight w:val="288"/>
          <w:jc w:val="center"/>
        </w:trPr>
        <w:tc>
          <w:tcPr>
            <w:tcW w:w="10819" w:type="dxa"/>
            <w:gridSpan w:val="1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  <w:rPr>
                <w:rStyle w:val="Heading2Char"/>
              </w:rPr>
            </w:pPr>
            <w:r>
              <w:rPr>
                <w:rStyle w:val="Heading2Char"/>
              </w:rPr>
              <w:t>Address</w:t>
            </w:r>
          </w:p>
        </w:tc>
      </w:tr>
      <w:tr w:rsidR="00555CB0" w:rsidTr="00457FB0">
        <w:trPr>
          <w:gridAfter w:val="1"/>
          <w:wAfter w:w="81" w:type="dxa"/>
          <w:trHeight w:val="288"/>
          <w:jc w:val="center"/>
        </w:trPr>
        <w:tc>
          <w:tcPr>
            <w:tcW w:w="17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Heading2"/>
            </w:pPr>
            <w:r>
              <w:t>Telephone</w:t>
            </w:r>
          </w:p>
        </w:tc>
        <w:tc>
          <w:tcPr>
            <w:tcW w:w="3286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</w:p>
        </w:tc>
        <w:tc>
          <w:tcPr>
            <w:tcW w:w="225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Heading2"/>
            </w:pPr>
            <w:r>
              <w:t>Mobile</w:t>
            </w:r>
          </w:p>
        </w:tc>
        <w:tc>
          <w:tcPr>
            <w:tcW w:w="3553" w:type="dxa"/>
            <w:gridSpan w:val="9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</w:p>
        </w:tc>
      </w:tr>
      <w:tr w:rsidR="00555CB0" w:rsidTr="00457FB0">
        <w:trPr>
          <w:gridAfter w:val="1"/>
          <w:wAfter w:w="81" w:type="dxa"/>
          <w:trHeight w:val="288"/>
          <w:jc w:val="center"/>
        </w:trPr>
        <w:tc>
          <w:tcPr>
            <w:tcW w:w="17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Heading2"/>
            </w:pPr>
            <w:r>
              <w:t>Email</w:t>
            </w:r>
          </w:p>
        </w:tc>
        <w:tc>
          <w:tcPr>
            <w:tcW w:w="3286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</w:p>
        </w:tc>
        <w:tc>
          <w:tcPr>
            <w:tcW w:w="225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Heading2"/>
            </w:pPr>
            <w:r>
              <w:t>Doctor’s Name</w:t>
            </w:r>
          </w:p>
        </w:tc>
        <w:tc>
          <w:tcPr>
            <w:tcW w:w="3553" w:type="dxa"/>
            <w:gridSpan w:val="9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</w:p>
        </w:tc>
      </w:tr>
      <w:tr w:rsidR="007D72B9" w:rsidTr="00457FB0">
        <w:trPr>
          <w:gridAfter w:val="1"/>
          <w:wAfter w:w="81" w:type="dxa"/>
          <w:trHeight w:val="288"/>
          <w:jc w:val="center"/>
        </w:trPr>
        <w:tc>
          <w:tcPr>
            <w:tcW w:w="17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7D72B9" w:rsidRPr="007D72B9" w:rsidRDefault="007D72B9">
            <w:pPr>
              <w:pStyle w:val="Heading2"/>
            </w:pPr>
            <w:r w:rsidRPr="007D72B9">
              <w:rPr>
                <w:bCs/>
              </w:rPr>
              <w:t>Job Title:</w:t>
            </w:r>
          </w:p>
        </w:tc>
        <w:tc>
          <w:tcPr>
            <w:tcW w:w="3286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7D72B9" w:rsidRDefault="007D72B9">
            <w:pPr>
              <w:pStyle w:val="Text"/>
            </w:pPr>
          </w:p>
        </w:tc>
        <w:tc>
          <w:tcPr>
            <w:tcW w:w="225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7D72B9" w:rsidRPr="007D72B9" w:rsidRDefault="007D72B9">
            <w:pPr>
              <w:pStyle w:val="Heading2"/>
            </w:pPr>
            <w:r w:rsidRPr="007D72B9">
              <w:rPr>
                <w:bCs/>
              </w:rPr>
              <w:t>Family status:</w:t>
            </w:r>
          </w:p>
        </w:tc>
        <w:tc>
          <w:tcPr>
            <w:tcW w:w="3553" w:type="dxa"/>
            <w:gridSpan w:val="9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7D72B9" w:rsidRDefault="007D72B9">
            <w:pPr>
              <w:pStyle w:val="Text"/>
            </w:pPr>
          </w:p>
        </w:tc>
      </w:tr>
      <w:tr w:rsidR="007D72B9" w:rsidTr="00457FB0">
        <w:trPr>
          <w:gridAfter w:val="1"/>
          <w:wAfter w:w="81" w:type="dxa"/>
          <w:trHeight w:val="288"/>
          <w:jc w:val="center"/>
        </w:trPr>
        <w:tc>
          <w:tcPr>
            <w:tcW w:w="17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7D72B9" w:rsidRPr="007D72B9" w:rsidRDefault="007D72B9">
            <w:pPr>
              <w:pStyle w:val="Heading2"/>
              <w:rPr>
                <w:b w:val="0"/>
                <w:bCs/>
                <w:i/>
              </w:rPr>
            </w:pPr>
            <w:r w:rsidRPr="007D72B9">
              <w:rPr>
                <w:b w:val="0"/>
                <w:bCs/>
                <w:i/>
              </w:rPr>
              <w:t>How did you find out about this clinic?</w:t>
            </w:r>
          </w:p>
        </w:tc>
        <w:tc>
          <w:tcPr>
            <w:tcW w:w="3286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7D72B9" w:rsidRDefault="007D72B9">
            <w:pPr>
              <w:pStyle w:val="Text"/>
            </w:pPr>
          </w:p>
        </w:tc>
        <w:tc>
          <w:tcPr>
            <w:tcW w:w="225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7D72B9" w:rsidRPr="007D72B9" w:rsidRDefault="007D72B9">
            <w:pPr>
              <w:pStyle w:val="Heading2"/>
              <w:rPr>
                <w:bCs/>
              </w:rPr>
            </w:pPr>
          </w:p>
        </w:tc>
        <w:tc>
          <w:tcPr>
            <w:tcW w:w="3553" w:type="dxa"/>
            <w:gridSpan w:val="9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7D72B9" w:rsidRDefault="007D72B9">
            <w:pPr>
              <w:pStyle w:val="Text"/>
            </w:pPr>
          </w:p>
        </w:tc>
      </w:tr>
      <w:tr w:rsidR="00555CB0" w:rsidTr="00E75372">
        <w:trPr>
          <w:gridAfter w:val="1"/>
          <w:wAfter w:w="81" w:type="dxa"/>
          <w:trHeight w:hRule="exact" w:val="346"/>
          <w:jc w:val="center"/>
        </w:trPr>
        <w:tc>
          <w:tcPr>
            <w:tcW w:w="10819" w:type="dxa"/>
            <w:gridSpan w:val="1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vAlign w:val="center"/>
          </w:tcPr>
          <w:p w:rsidR="00555CB0" w:rsidRDefault="00555CB0">
            <w:pPr>
              <w:pStyle w:val="Heading3"/>
            </w:pPr>
            <w:r>
              <w:t>Presenting symptoms</w:t>
            </w:r>
          </w:p>
        </w:tc>
      </w:tr>
      <w:tr w:rsidR="00555CB0" w:rsidTr="00E75372">
        <w:trPr>
          <w:gridAfter w:val="1"/>
          <w:wAfter w:w="81" w:type="dxa"/>
          <w:trHeight w:hRule="exact" w:val="1329"/>
          <w:jc w:val="center"/>
        </w:trPr>
        <w:tc>
          <w:tcPr>
            <w:tcW w:w="10819" w:type="dxa"/>
            <w:gridSpan w:val="15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555CB0" w:rsidRPr="004A572E" w:rsidRDefault="00555CB0" w:rsidP="00292804">
            <w:pPr>
              <w:pStyle w:val="Heading4"/>
              <w:ind w:left="720"/>
              <w:rPr>
                <w:color w:val="C00000"/>
              </w:rPr>
            </w:pPr>
            <w:r w:rsidRPr="004A572E">
              <w:rPr>
                <w:color w:val="C00000"/>
              </w:rPr>
              <w:t>Please list the main health issues you wish to discuss:</w:t>
            </w:r>
          </w:p>
          <w:p w:rsidR="00555CB0" w:rsidRPr="004A572E" w:rsidRDefault="00555CB0">
            <w:pPr>
              <w:rPr>
                <w:color w:val="C00000"/>
              </w:rPr>
            </w:pPr>
          </w:p>
          <w:p w:rsidR="00555CB0" w:rsidRPr="004A572E" w:rsidRDefault="00555CB0">
            <w:pPr>
              <w:rPr>
                <w:color w:val="C00000"/>
              </w:rPr>
            </w:pPr>
          </w:p>
          <w:p w:rsidR="00555CB0" w:rsidRDefault="00555CB0">
            <w:pPr>
              <w:rPr>
                <w:color w:val="C00000"/>
              </w:rPr>
            </w:pPr>
          </w:p>
          <w:p w:rsidR="006258B9" w:rsidRDefault="006258B9">
            <w:pPr>
              <w:rPr>
                <w:color w:val="C00000"/>
              </w:rPr>
            </w:pPr>
          </w:p>
          <w:p w:rsidR="006258B9" w:rsidRDefault="006258B9">
            <w:pPr>
              <w:rPr>
                <w:color w:val="C00000"/>
              </w:rPr>
            </w:pPr>
          </w:p>
          <w:p w:rsidR="006258B9" w:rsidRDefault="006258B9">
            <w:pPr>
              <w:rPr>
                <w:color w:val="C00000"/>
              </w:rPr>
            </w:pPr>
          </w:p>
          <w:p w:rsidR="006258B9" w:rsidRPr="004A572E" w:rsidRDefault="006258B9">
            <w:pPr>
              <w:rPr>
                <w:color w:val="C00000"/>
              </w:rPr>
            </w:pPr>
          </w:p>
          <w:p w:rsidR="00555CB0" w:rsidRDefault="00555CB0">
            <w:pPr>
              <w:rPr>
                <w:color w:val="C00000"/>
              </w:rPr>
            </w:pPr>
          </w:p>
          <w:p w:rsidR="007D72B9" w:rsidRDefault="007D72B9">
            <w:pPr>
              <w:rPr>
                <w:color w:val="C00000"/>
              </w:rPr>
            </w:pPr>
          </w:p>
          <w:p w:rsidR="007D72B9" w:rsidRDefault="007D72B9">
            <w:pPr>
              <w:rPr>
                <w:color w:val="C00000"/>
              </w:rPr>
            </w:pPr>
          </w:p>
          <w:p w:rsidR="007D72B9" w:rsidRDefault="007D72B9">
            <w:pPr>
              <w:rPr>
                <w:color w:val="C00000"/>
              </w:rPr>
            </w:pPr>
          </w:p>
          <w:p w:rsidR="007D72B9" w:rsidRDefault="007D72B9">
            <w:pPr>
              <w:rPr>
                <w:color w:val="C00000"/>
              </w:rPr>
            </w:pPr>
          </w:p>
          <w:p w:rsidR="007D72B9" w:rsidRDefault="007D72B9">
            <w:pPr>
              <w:rPr>
                <w:color w:val="C00000"/>
              </w:rPr>
            </w:pPr>
          </w:p>
          <w:p w:rsidR="007D72B9" w:rsidRDefault="007D72B9">
            <w:pPr>
              <w:rPr>
                <w:color w:val="C00000"/>
              </w:rPr>
            </w:pPr>
          </w:p>
          <w:p w:rsidR="007D72B9" w:rsidRDefault="007D72B9">
            <w:pPr>
              <w:rPr>
                <w:color w:val="C00000"/>
              </w:rPr>
            </w:pPr>
          </w:p>
          <w:p w:rsidR="007D72B9" w:rsidRPr="004A572E" w:rsidRDefault="007D72B9">
            <w:pPr>
              <w:rPr>
                <w:color w:val="C00000"/>
              </w:rPr>
            </w:pPr>
          </w:p>
          <w:p w:rsidR="00555CB0" w:rsidRDefault="00555CB0">
            <w:pPr>
              <w:rPr>
                <w:color w:val="C00000"/>
              </w:rPr>
            </w:pPr>
          </w:p>
          <w:p w:rsidR="007D72B9" w:rsidRDefault="007D72B9">
            <w:pPr>
              <w:rPr>
                <w:color w:val="C00000"/>
              </w:rPr>
            </w:pPr>
          </w:p>
          <w:p w:rsidR="007D72B9" w:rsidRDefault="007D72B9">
            <w:pPr>
              <w:rPr>
                <w:color w:val="C00000"/>
              </w:rPr>
            </w:pPr>
          </w:p>
          <w:p w:rsidR="007D72B9" w:rsidRPr="004A572E" w:rsidRDefault="007D72B9">
            <w:pPr>
              <w:rPr>
                <w:color w:val="C00000"/>
              </w:rPr>
            </w:pPr>
          </w:p>
          <w:p w:rsidR="00555CB0" w:rsidRPr="004A572E" w:rsidRDefault="00555CB0">
            <w:pPr>
              <w:rPr>
                <w:color w:val="C00000"/>
              </w:rPr>
            </w:pPr>
          </w:p>
          <w:p w:rsidR="00555CB0" w:rsidRPr="004A572E" w:rsidRDefault="00555CB0">
            <w:pPr>
              <w:rPr>
                <w:color w:val="C00000"/>
              </w:rPr>
            </w:pPr>
          </w:p>
          <w:p w:rsidR="00555CB0" w:rsidRPr="004A572E" w:rsidRDefault="00555CB0">
            <w:pPr>
              <w:rPr>
                <w:color w:val="C00000"/>
              </w:rPr>
            </w:pPr>
          </w:p>
        </w:tc>
      </w:tr>
      <w:tr w:rsidR="00555CB0" w:rsidTr="00E75372">
        <w:trPr>
          <w:gridAfter w:val="1"/>
          <w:wAfter w:w="81" w:type="dxa"/>
          <w:trHeight w:val="288"/>
          <w:jc w:val="center"/>
        </w:trPr>
        <w:tc>
          <w:tcPr>
            <w:tcW w:w="10819" w:type="dxa"/>
            <w:gridSpan w:val="1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vAlign w:val="center"/>
          </w:tcPr>
          <w:p w:rsidR="00555CB0" w:rsidRDefault="00555CB0">
            <w:pPr>
              <w:pStyle w:val="Heading3"/>
            </w:pPr>
            <w:r>
              <w:t>section 2     medical history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555CB0" w:rsidRDefault="00555CB0">
            <w:pPr>
              <w:pStyle w:val="Heading5"/>
            </w:pPr>
            <w:r>
              <w:t>1. Did you suffer any of the following as a child? (more than 1 OK)</w:t>
            </w:r>
          </w:p>
          <w:p w:rsidR="00555CB0" w:rsidRDefault="00555CB0"/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Infantile eczema 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Recurrent tonsillitis + antibiotics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Asthma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Recurrent middle ear infections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Hospitalisation, why?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other please state: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555CB0" w:rsidRDefault="00555CB0">
            <w:pPr>
              <w:pStyle w:val="Heading5"/>
            </w:pPr>
            <w:r>
              <w:t>2. Have any of the following caused you health problems in the past?</w:t>
            </w:r>
            <w:r w:rsidR="00656BA1">
              <w:t xml:space="preserve"> </w:t>
            </w:r>
            <w:r>
              <w:t>(more than 1 OK)</w:t>
            </w:r>
          </w:p>
          <w:p w:rsidR="00555CB0" w:rsidRDefault="00555CB0"/>
          <w:p w:rsidR="00292804" w:rsidRDefault="00292804"/>
          <w:p w:rsidR="007D72B9" w:rsidRDefault="007D72B9"/>
          <w:p w:rsidR="007D72B9" w:rsidRDefault="007D72B9"/>
          <w:p w:rsidR="007D72B9" w:rsidRDefault="007D72B9"/>
          <w:p w:rsidR="00292804" w:rsidRPr="007D72B9" w:rsidRDefault="00292804" w:rsidP="007D72B9">
            <w:pPr>
              <w:rPr>
                <w:b/>
              </w:rPr>
            </w:pPr>
            <w:r w:rsidRPr="007D72B9">
              <w:rPr>
                <w:b/>
              </w:rPr>
              <w:t>Other</w:t>
            </w:r>
            <w:r w:rsidR="007D72B9" w:rsidRPr="007D72B9">
              <w:rPr>
                <w:b/>
              </w:rPr>
              <w:t>,</w:t>
            </w:r>
            <w:r w:rsidRPr="007D72B9">
              <w:rPr>
                <w:b/>
              </w:rPr>
              <w:t xml:space="preserve"> Please state: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Allergy (asthma, hayfever, dermatitis etc 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Diabetes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Heart disease/attack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Cancer, type?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Raised blood pressure or cholesterol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Chronic respiratory disease (incl. asthma)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Hiatus hernia with reflux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Peptic ulcer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Ulcerative colitis or Crohn’s disease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Irritable bowel syndrome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Arthritis or autoimmune disease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Osteoporosis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Nervous system or brain disease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Immune system disorder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Hepatitis (B, C or toxic)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HIV/AIDS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Chronic fatigue syndrome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Chemical exposure causing injury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555CB0" w:rsidRDefault="00555CB0">
            <w:pPr>
              <w:pStyle w:val="Heading5"/>
            </w:pPr>
            <w:r>
              <w:t xml:space="preserve">3. Have you ever </w:t>
            </w:r>
            <w:r w:rsidR="00656BA1">
              <w:t>had?</w:t>
            </w:r>
          </w:p>
          <w:p w:rsidR="00555CB0" w:rsidRDefault="00555CB0"/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Radiation therapy (cancer, skin conditions etc)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Chemotherapy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Long term prescription medications (&gt;5 years)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Tropical or parasitic bowel infections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Accidental or intentional drug overdose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>Accidental or intentional poisoning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More than 20 x-rays in your life (incl. dental)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Mercury amalgam fillings (more than 4 fillings)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Mercury amalgam fillings (for more than 10 years)</w:t>
            </w:r>
          </w:p>
        </w:tc>
      </w:tr>
      <w:tr w:rsidR="00555C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Or been admitted to hospital for any other reason (please list)</w:t>
            </w:r>
          </w:p>
          <w:p w:rsidR="00555CB0" w:rsidRDefault="00555CB0">
            <w:pPr>
              <w:pStyle w:val="Text"/>
            </w:pPr>
          </w:p>
          <w:p w:rsidR="00555CB0" w:rsidRDefault="00555CB0">
            <w:pPr>
              <w:pStyle w:val="Text"/>
            </w:pP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555CB0" w:rsidRDefault="00555CB0">
            <w:pPr>
              <w:pStyle w:val="Heading5"/>
            </w:pPr>
            <w:r>
              <w:t>4. In the past 6 months, have any of the following been a significant problem? (more than 1 OK)</w:t>
            </w:r>
          </w:p>
          <w:p w:rsidR="00555CB0" w:rsidRDefault="00555CB0"/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Headaches (not migraines)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Migraine headaches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Heartburn/reflux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Diarrhoea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Constipation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Blood in bowel motions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Chest pain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Palpitations or missed heartbeats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Shortness of breath on exertion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Back pain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Joint pain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Joint swelling or redness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Unexplained muscle pain or tenderness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Change in the appearance of a mole or freckle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New or changing breast lump (women only)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Excessive thirst/urination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Prolonged loss of appetite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Dizziness or vertigo</w:t>
            </w:r>
            <w:r w:rsidR="007D72B9">
              <w:t xml:space="preserve">                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Menstrual problems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Severe or prolonged unexplained fatigue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Recurrent/prolonged infections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Impaired memory/concentration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555CB0" w:rsidRDefault="00555CB0">
            <w:r>
              <w:sym w:font="Wingdings" w:char="F0A8"/>
            </w:r>
            <w:r>
              <w:t xml:space="preserve"> Unexplained weight loss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55CB0" w:rsidRDefault="00555CB0">
            <w:r>
              <w:sym w:font="Wingdings" w:char="F0A8"/>
            </w:r>
            <w:r>
              <w:t xml:space="preserve"> Unexplained weight gain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Insomnia or change in sleep patterns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555CB0" w:rsidRDefault="00555CB0">
            <w:r>
              <w:sym w:font="Wingdings" w:char="F0A8"/>
            </w:r>
            <w:r>
              <w:t xml:space="preserve"> Anxiety or hyperventilation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55CB0" w:rsidRDefault="00555CB0">
            <w:r>
              <w:sym w:font="Wingdings" w:char="F0A8"/>
            </w:r>
            <w:r>
              <w:t xml:space="preserve"> Suicidal thoughts</w:t>
            </w:r>
          </w:p>
        </w:tc>
      </w:tr>
      <w:tr w:rsidR="00555C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555CB0" w:rsidRDefault="00555C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555CB0" w:rsidRDefault="00555CB0">
            <w:pPr>
              <w:pStyle w:val="Text"/>
            </w:pPr>
            <w:r>
              <w:sym w:font="Wingdings" w:char="F0A8"/>
            </w:r>
            <w:r>
              <w:t xml:space="preserve"> Depression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555CB0" w:rsidRDefault="00555CB0">
            <w:r>
              <w:sym w:font="Wingdings" w:char="F0A8"/>
            </w:r>
            <w:r>
              <w:t xml:space="preserve"> Unexplained early morning waking (before sunrise)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55CB0" w:rsidRDefault="00555CB0"/>
        </w:tc>
      </w:tr>
      <w:tr w:rsidR="00457FB0" w:rsidTr="000545B5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457FB0" w:rsidRDefault="00457FB0">
            <w:pPr>
              <w:pStyle w:val="Heading5"/>
            </w:pPr>
            <w:r>
              <w:t>5. Adverse reactions – In the past 6 months, have any of the following been a significant problem (more than 1 OK)</w:t>
            </w:r>
          </w:p>
          <w:p w:rsidR="00457FB0" w:rsidRDefault="00457FB0"/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Bad reactions to particular foods:</w:t>
            </w:r>
          </w:p>
        </w:tc>
      </w:tr>
      <w:tr w:rsidR="00457FB0" w:rsidTr="000545B5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487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 w:rsidP="00457FB0">
            <w:pPr>
              <w:pStyle w:val="Text"/>
            </w:pPr>
            <w:r>
              <w:sym w:font="Wingdings" w:char="F0A8"/>
            </w:r>
            <w:r>
              <w:t xml:space="preserve"> Bad reactions to chemicals: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 w:rsidP="000545B5">
            <w:pPr>
              <w:pStyle w:val="Text"/>
            </w:pPr>
            <w:r>
              <w:sym w:font="Wingdings" w:char="F0A8"/>
            </w:r>
            <w:r>
              <w:t xml:space="preserve"> Bad reactions to vaccinations: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Bad reactions to medical drugs or natural medicines: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</w:p>
        </w:tc>
      </w:tr>
      <w:tr w:rsidR="00457FB0" w:rsidTr="00E75372">
        <w:trPr>
          <w:trHeight w:val="1435"/>
          <w:jc w:val="center"/>
        </w:trPr>
        <w:tc>
          <w:tcPr>
            <w:tcW w:w="276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rPr>
                <w:rStyle w:val="Heading2Char"/>
              </w:rPr>
              <w:t>6. Have any of your immediate family (mother, father or siblings) suffered: (more than 1 OK)</w:t>
            </w:r>
          </w:p>
        </w:tc>
        <w:tc>
          <w:tcPr>
            <w:tcW w:w="3256" w:type="dxa"/>
            <w:gridSpan w:val="2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t>Cancer</w:t>
            </w:r>
          </w:p>
          <w:p w:rsidR="00457FB0" w:rsidRDefault="00457FB0">
            <w:pPr>
              <w:pStyle w:val="Text"/>
            </w:pPr>
            <w:r>
              <w:t>Diabetes</w:t>
            </w:r>
          </w:p>
          <w:p w:rsidR="00457FB0" w:rsidRDefault="00457FB0">
            <w:pPr>
              <w:pStyle w:val="Text"/>
            </w:pPr>
            <w:r>
              <w:t>Heart Disease/attack</w:t>
            </w:r>
          </w:p>
          <w:p w:rsidR="00457FB0" w:rsidRDefault="00457FB0">
            <w:pPr>
              <w:pStyle w:val="Text"/>
            </w:pPr>
            <w:r>
              <w:t>Stroke</w:t>
            </w:r>
          </w:p>
          <w:p w:rsidR="00457FB0" w:rsidRDefault="00457FB0">
            <w:pPr>
              <w:pStyle w:val="Text"/>
            </w:pPr>
            <w:r>
              <w:t>Immune system disorder</w:t>
            </w:r>
          </w:p>
          <w:p w:rsidR="00457FB0" w:rsidRDefault="00457FB0">
            <w:pPr>
              <w:pStyle w:val="Text"/>
            </w:pPr>
            <w:r>
              <w:t>Chronic respiratory disease</w:t>
            </w:r>
          </w:p>
          <w:p w:rsidR="00457FB0" w:rsidRDefault="00457FB0">
            <w:pPr>
              <w:pStyle w:val="Text"/>
            </w:pPr>
            <w:r>
              <w:t>Allergy</w:t>
            </w:r>
          </w:p>
        </w:tc>
        <w:tc>
          <w:tcPr>
            <w:tcW w:w="1844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 M    </w:t>
            </w:r>
            <w:r>
              <w:sym w:font="Wingdings" w:char="F0A8"/>
            </w:r>
            <w:r>
              <w:t xml:space="preserve">  F   </w:t>
            </w:r>
            <w:r>
              <w:sym w:font="Wingdings" w:char="F0A8"/>
            </w:r>
            <w:r>
              <w:t xml:space="preserve">  Sib</w:t>
            </w:r>
          </w:p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 M    </w:t>
            </w:r>
            <w:r>
              <w:sym w:font="Wingdings" w:char="F0A8"/>
            </w:r>
            <w:r>
              <w:t xml:space="preserve">  F   </w:t>
            </w:r>
            <w:r>
              <w:sym w:font="Wingdings" w:char="F0A8"/>
            </w:r>
            <w:r>
              <w:t xml:space="preserve">  Sib</w:t>
            </w:r>
          </w:p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 M    </w:t>
            </w:r>
            <w:r>
              <w:sym w:font="Wingdings" w:char="F0A8"/>
            </w:r>
            <w:r>
              <w:t xml:space="preserve">  F   </w:t>
            </w:r>
            <w:r>
              <w:sym w:font="Wingdings" w:char="F0A8"/>
            </w:r>
            <w:r>
              <w:t xml:space="preserve">  Sib</w:t>
            </w:r>
          </w:p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 M    </w:t>
            </w:r>
            <w:r>
              <w:sym w:font="Wingdings" w:char="F0A8"/>
            </w:r>
            <w:r>
              <w:t xml:space="preserve">  F   </w:t>
            </w:r>
            <w:r>
              <w:sym w:font="Wingdings" w:char="F0A8"/>
            </w:r>
            <w:r>
              <w:t xml:space="preserve">  Sib</w:t>
            </w:r>
          </w:p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 M    </w:t>
            </w:r>
            <w:r>
              <w:sym w:font="Wingdings" w:char="F0A8"/>
            </w:r>
            <w:r>
              <w:t xml:space="preserve">  F   </w:t>
            </w:r>
            <w:r>
              <w:sym w:font="Wingdings" w:char="F0A8"/>
            </w:r>
            <w:r>
              <w:t xml:space="preserve">  Sib</w:t>
            </w:r>
          </w:p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 M    </w:t>
            </w:r>
            <w:r>
              <w:sym w:font="Wingdings" w:char="F0A8"/>
            </w:r>
            <w:r>
              <w:t xml:space="preserve">  F   </w:t>
            </w:r>
            <w:r>
              <w:sym w:font="Wingdings" w:char="F0A8"/>
            </w:r>
            <w:r>
              <w:t xml:space="preserve">  Sib</w:t>
            </w:r>
          </w:p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 M    </w:t>
            </w:r>
            <w:r>
              <w:sym w:font="Wingdings" w:char="F0A8"/>
            </w:r>
            <w:r>
              <w:t xml:space="preserve">  F   </w:t>
            </w:r>
            <w:r>
              <w:sym w:font="Wingdings" w:char="F0A8"/>
            </w:r>
            <w:r>
              <w:t xml:space="preserve">  Sib</w:t>
            </w:r>
          </w:p>
        </w:tc>
        <w:tc>
          <w:tcPr>
            <w:tcW w:w="3038" w:type="dxa"/>
            <w:gridSpan w:val="8"/>
            <w:vAlign w:val="center"/>
          </w:tcPr>
          <w:p w:rsidR="00457FB0" w:rsidRDefault="00457FB0">
            <w:pPr>
              <w:pStyle w:val="Text"/>
            </w:pPr>
            <w:r>
              <w:t>Please give detail where appropriate:</w:t>
            </w:r>
          </w:p>
          <w:p w:rsidR="00457FB0" w:rsidRDefault="00457FB0">
            <w:pPr>
              <w:pStyle w:val="Text"/>
            </w:pPr>
          </w:p>
          <w:p w:rsidR="00457FB0" w:rsidRDefault="00457FB0">
            <w:pPr>
              <w:pStyle w:val="Text"/>
            </w:pPr>
          </w:p>
          <w:p w:rsidR="00457FB0" w:rsidRDefault="00457FB0">
            <w:pPr>
              <w:pStyle w:val="Text"/>
            </w:pPr>
          </w:p>
          <w:p w:rsidR="00457FB0" w:rsidRDefault="00457FB0">
            <w:pPr>
              <w:pStyle w:val="Text"/>
            </w:pPr>
          </w:p>
          <w:p w:rsidR="00457FB0" w:rsidRDefault="00457FB0">
            <w:pPr>
              <w:pStyle w:val="Text"/>
            </w:pPr>
          </w:p>
          <w:p w:rsidR="00457FB0" w:rsidRDefault="00457FB0">
            <w:pPr>
              <w:pStyle w:val="Text"/>
            </w:pPr>
          </w:p>
        </w:tc>
      </w:tr>
      <w:tr w:rsidR="00457FB0" w:rsidTr="00E75372">
        <w:trPr>
          <w:gridAfter w:val="1"/>
          <w:wAfter w:w="81" w:type="dxa"/>
          <w:trHeight w:val="288"/>
          <w:jc w:val="center"/>
        </w:trPr>
        <w:tc>
          <w:tcPr>
            <w:tcW w:w="10819" w:type="dxa"/>
            <w:gridSpan w:val="1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457FB0" w:rsidRDefault="00457FB0">
            <w:pPr>
              <w:pStyle w:val="Heading2"/>
              <w:jc w:val="center"/>
            </w:pPr>
            <w:r>
              <w:t>SECTION 3     MEDICATION HISTORY</w:t>
            </w:r>
          </w:p>
        </w:tc>
      </w:tr>
      <w:tr w:rsidR="00457FB0" w:rsidTr="00E75372">
        <w:trPr>
          <w:gridAfter w:val="1"/>
          <w:wAfter w:w="81" w:type="dxa"/>
          <w:trHeight w:val="288"/>
          <w:jc w:val="center"/>
        </w:trPr>
        <w:tc>
          <w:tcPr>
            <w:tcW w:w="929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457FB0" w:rsidRDefault="00457FB0">
            <w:pPr>
              <w:pStyle w:val="Heading2"/>
            </w:pPr>
            <w:r>
              <w:t>7. Are you now, or have you ever been, on long term antibiotics (acne, respiratory infections etc)</w:t>
            </w:r>
          </w:p>
        </w:tc>
        <w:tc>
          <w:tcPr>
            <w:tcW w:w="2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:rsidR="00457FB0" w:rsidRDefault="00457FB0">
            <w:pPr>
              <w:pStyle w:val="Text"/>
              <w:jc w:val="center"/>
            </w:pPr>
            <w:r>
              <w:sym w:font="Wingdings" w:char="F0A8"/>
            </w:r>
          </w:p>
        </w:tc>
        <w:tc>
          <w:tcPr>
            <w:tcW w:w="465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457FB0" w:rsidRDefault="00457FB0">
            <w:pPr>
              <w:pStyle w:val="Text"/>
            </w:pPr>
            <w:r>
              <w:t>Yes</w:t>
            </w:r>
          </w:p>
        </w:tc>
        <w:tc>
          <w:tcPr>
            <w:tcW w:w="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:rsidR="00457FB0" w:rsidRDefault="00457FB0">
            <w:pPr>
              <w:pStyle w:val="Text"/>
              <w:jc w:val="center"/>
            </w:pPr>
            <w:r>
              <w:sym w:font="Wingdings" w:char="F0A8"/>
            </w:r>
          </w:p>
        </w:tc>
        <w:tc>
          <w:tcPr>
            <w:tcW w:w="474" w:type="dxa"/>
            <w:gridSpan w:val="2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457FB0" w:rsidRDefault="00457FB0">
            <w:pPr>
              <w:pStyle w:val="Text"/>
            </w:pPr>
            <w:r>
              <w:t>No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457FB0" w:rsidRDefault="00457FB0">
            <w:pPr>
              <w:pStyle w:val="Heading5"/>
            </w:pPr>
            <w:r>
              <w:t>8. Medications – In the past year, have you used any of the following regularly? (please list if known)</w:t>
            </w:r>
          </w:p>
          <w:p w:rsidR="00457FB0" w:rsidRDefault="00457FB0">
            <w:pPr>
              <w:ind w:firstLine="720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Antibiotics                                                                             </w:t>
            </w:r>
            <w:r>
              <w:sym w:font="Wingdings" w:char="F0A8"/>
            </w:r>
            <w:r>
              <w:t xml:space="preserve"> Antidepressants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Antihistamines                                                                       </w:t>
            </w:r>
            <w:r>
              <w:sym w:font="Wingdings" w:char="F0A8"/>
            </w:r>
            <w:r>
              <w:t xml:space="preserve"> Anti-inflammatory drugs (NSAIDs)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Asthma medications                                                               </w:t>
            </w:r>
            <w:r>
              <w:sym w:font="Wingdings" w:char="F0A8"/>
            </w:r>
            <w:r>
              <w:t xml:space="preserve"> Blood pressure tablets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Diuretics                                                                               </w:t>
            </w:r>
            <w:r>
              <w:sym w:font="Wingdings" w:char="F0A8"/>
            </w:r>
            <w:r>
              <w:t xml:space="preserve"> Cholesterol lowering medications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Hormone therapy (oral contraceptive, HRT)                              </w:t>
            </w:r>
            <w:r>
              <w:sym w:font="Wingdings" w:char="F0A8"/>
            </w:r>
            <w:r>
              <w:t xml:space="preserve"> Strong pain relievers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Sedatives                                                                              </w:t>
            </w:r>
            <w:r>
              <w:sym w:font="Wingdings" w:char="F0A8"/>
            </w:r>
            <w:r>
              <w:t xml:space="preserve"> Oral steroids (cortisone)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Other, please state: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57FB0" w:rsidRDefault="00457FB0">
            <w:pPr>
              <w:rPr>
                <w:b/>
              </w:rPr>
            </w:pPr>
            <w:r>
              <w:rPr>
                <w:b/>
              </w:rPr>
              <w:t>COMPLEMENTARY &amp; ALTERNATIVE MEDICINES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57FB0" w:rsidRDefault="00457FB0">
            <w:r>
              <w:sym w:font="Wingdings" w:char="F0A8"/>
            </w:r>
            <w:r>
              <w:t xml:space="preserve"> Nutritional supplements: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57FB0" w:rsidRDefault="00457FB0">
            <w:r>
              <w:sym w:font="Wingdings" w:char="F0A8"/>
            </w:r>
            <w:r>
              <w:t xml:space="preserve"> Herbal medications: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57FB0" w:rsidRDefault="00457FB0">
            <w:r>
              <w:sym w:font="Wingdings" w:char="F0A8"/>
            </w:r>
            <w:r>
              <w:t xml:space="preserve"> Any other alternative therapies:</w:t>
            </w:r>
          </w:p>
        </w:tc>
      </w:tr>
      <w:tr w:rsidR="00457FB0" w:rsidTr="00E75372">
        <w:trPr>
          <w:gridAfter w:val="1"/>
          <w:wAfter w:w="81" w:type="dxa"/>
          <w:trHeight w:val="288"/>
          <w:jc w:val="center"/>
        </w:trPr>
        <w:tc>
          <w:tcPr>
            <w:tcW w:w="9290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457FB0" w:rsidRDefault="00457FB0">
            <w:pPr>
              <w:pStyle w:val="Heading2"/>
              <w:rPr>
                <w:b w:val="0"/>
              </w:rPr>
            </w:pPr>
            <w:r>
              <w:t xml:space="preserve">9. Do you currently smoke?  (if so, how many per day) </w:t>
            </w:r>
            <w:r>
              <w:rPr>
                <w:b w:val="0"/>
              </w:rPr>
              <w:t>…………………………………….</w:t>
            </w:r>
          </w:p>
        </w:tc>
        <w:tc>
          <w:tcPr>
            <w:tcW w:w="2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:rsidR="00457FB0" w:rsidRDefault="00457FB0">
            <w:pPr>
              <w:pStyle w:val="Text"/>
              <w:jc w:val="center"/>
            </w:pPr>
            <w:r>
              <w:sym w:font="Wingdings" w:char="F0A8"/>
            </w:r>
          </w:p>
        </w:tc>
        <w:tc>
          <w:tcPr>
            <w:tcW w:w="465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457FB0" w:rsidRDefault="00457FB0">
            <w:pPr>
              <w:pStyle w:val="Text"/>
            </w:pPr>
            <w:r>
              <w:t>Yes</w:t>
            </w:r>
          </w:p>
        </w:tc>
        <w:tc>
          <w:tcPr>
            <w:tcW w:w="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:rsidR="00457FB0" w:rsidRDefault="00457FB0">
            <w:pPr>
              <w:pStyle w:val="Text"/>
              <w:jc w:val="center"/>
            </w:pPr>
            <w:r>
              <w:sym w:font="Wingdings" w:char="F0A8"/>
            </w:r>
          </w:p>
        </w:tc>
        <w:tc>
          <w:tcPr>
            <w:tcW w:w="474" w:type="dxa"/>
            <w:gridSpan w:val="2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457FB0" w:rsidRDefault="00457FB0">
            <w:pPr>
              <w:pStyle w:val="Text"/>
            </w:pPr>
            <w:r>
              <w:t>No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  <w:rPr>
                <w:b/>
              </w:rPr>
            </w:pPr>
            <w:r>
              <w:rPr>
                <w:b/>
              </w:rPr>
              <w:t>10. Do you now use, or have you ever regularly used the following? (all answers are confidential)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Marijuana 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Anabolic steroids (or other)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Ecstasy or amphetamines (or other)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Cocaine (or other)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Narcotics or injectable drugs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Other drugs not specified</w:t>
            </w:r>
          </w:p>
        </w:tc>
      </w:tr>
      <w:tr w:rsidR="00457FB0" w:rsidTr="00E75372">
        <w:trPr>
          <w:gridAfter w:val="1"/>
          <w:wAfter w:w="81" w:type="dxa"/>
          <w:trHeight w:val="288"/>
          <w:jc w:val="center"/>
        </w:trPr>
        <w:tc>
          <w:tcPr>
            <w:tcW w:w="10819" w:type="dxa"/>
            <w:gridSpan w:val="15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457FB0" w:rsidRDefault="00457FB0">
            <w:pPr>
              <w:pStyle w:val="Heading2"/>
              <w:jc w:val="center"/>
            </w:pPr>
            <w:r>
              <w:t>SECTION 4     FITNESS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  <w:r>
              <w:rPr>
                <w:b/>
              </w:rPr>
              <w:t xml:space="preserve">11. Over the last month how often have you engaged in any of the following: </w:t>
            </w:r>
            <w:r>
              <w:t>swimming, dancing, jogging, fitness walking, aerobics, rowing, cycling etc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Not at all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1-2 times per week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3-4 times per week 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5-6 times per week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More than 6 times per week 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  <w:rPr>
                <w:b/>
              </w:rPr>
            </w:pPr>
            <w:r>
              <w:rPr>
                <w:b/>
              </w:rPr>
              <w:t xml:space="preserve">12. How long would you usually do this activity?    </w:t>
            </w: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less than 10 minutes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10-20 minutes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20-30 minutes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30-45 minutes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Longer than 45 minutes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  <w:rPr>
                <w:b/>
              </w:rPr>
            </w:pPr>
            <w:r>
              <w:rPr>
                <w:b/>
              </w:rPr>
              <w:t xml:space="preserve">13. Which of the following scenarios is most indicative of your exercise regime?    </w:t>
            </w: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Non-existent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at least once per day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 few days on then one day off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every second day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 few days on then a few days off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</w:p>
        </w:tc>
      </w:tr>
      <w:tr w:rsidR="00457FB0" w:rsidTr="00E75372">
        <w:trPr>
          <w:gridAfter w:val="1"/>
          <w:wAfter w:w="81" w:type="dxa"/>
          <w:trHeight w:val="288"/>
          <w:jc w:val="center"/>
        </w:trPr>
        <w:tc>
          <w:tcPr>
            <w:tcW w:w="10819" w:type="dxa"/>
            <w:gridSpan w:val="15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457FB0" w:rsidRDefault="00457FB0">
            <w:pPr>
              <w:pStyle w:val="Heading2"/>
              <w:jc w:val="center"/>
            </w:pPr>
            <w:r>
              <w:t>SECTION 5     LIFESTYLE &amp; WORK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  <w:rPr>
                <w:b/>
              </w:rPr>
            </w:pPr>
            <w:r>
              <w:rPr>
                <w:b/>
              </w:rPr>
              <w:t>14. How many hours per week would you have direct sunlight exposure?</w:t>
            </w: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None (avoid direct sunlight)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less than an hour per week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one to four hours per week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over four hours per week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  <w:rPr>
                <w:b/>
              </w:rPr>
            </w:pPr>
            <w:r>
              <w:rPr>
                <w:b/>
              </w:rPr>
              <w:t xml:space="preserve">15. Which of the following activities do you regularly engage in?  </w:t>
            </w: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meditation or relaxation therapy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yoga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Tai Chi or similar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 hobby or pastime which I love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Outdoor activities with family and friends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Other relaxing and enjoyable activities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  <w:rPr>
                <w:b/>
              </w:rPr>
            </w:pPr>
            <w:r>
              <w:rPr>
                <w:b/>
              </w:rPr>
              <w:lastRenderedPageBreak/>
              <w:t>16. How many hours do you work per week (paid or unpaid, incl. housework)</w:t>
            </w: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none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1 – 10 hours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11 – 40 hours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41 – 60 hours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61 – 80 hours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81 plus hours per week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  <w:rPr>
                <w:b/>
              </w:rPr>
            </w:pPr>
            <w:r>
              <w:rPr>
                <w:b/>
              </w:rPr>
              <w:t>17. Which of the following best describes the type of work you generally do?</w:t>
            </w: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none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Mainly sedentary, minimal physical activity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Alternates between sedentary &amp; moderate activity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Moderate physical activity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Strenuous physical activity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  <w:rPr>
                <w:b/>
              </w:rPr>
            </w:pPr>
            <w:r>
              <w:rPr>
                <w:b/>
              </w:rPr>
              <w:t>18. Which of the following best describes how you find your work?</w:t>
            </w: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Joyful and easy to manage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Mildly stressful, but not too difficult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Moderately stressful, could be improved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Very stressful, wish I could change jobs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Extremely stressful, high pressure job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</w:p>
        </w:tc>
      </w:tr>
      <w:tr w:rsidR="00457FB0" w:rsidTr="00E75372">
        <w:trPr>
          <w:gridAfter w:val="1"/>
          <w:wAfter w:w="81" w:type="dxa"/>
          <w:trHeight w:val="288"/>
          <w:jc w:val="center"/>
        </w:trPr>
        <w:tc>
          <w:tcPr>
            <w:tcW w:w="10819" w:type="dxa"/>
            <w:gridSpan w:val="15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457FB0" w:rsidRDefault="00457FB0">
            <w:pPr>
              <w:pStyle w:val="Heading2"/>
              <w:jc w:val="center"/>
            </w:pPr>
            <w:r>
              <w:t>SECTION 6     STRESS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  <w:rPr>
                <w:b/>
              </w:rPr>
            </w:pPr>
            <w:r>
              <w:rPr>
                <w:b/>
              </w:rPr>
              <w:t>19. Which of the following best describes your important personal relationships?</w:t>
            </w: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Joyful and positive almost all the time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Generally very enjoyable, occasional stress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Mildly stressful, but not of concern</w:t>
            </w:r>
          </w:p>
        </w:tc>
      </w:tr>
      <w:tr w:rsidR="00457FB0" w:rsidTr="00457FB0">
        <w:trPr>
          <w:gridAfter w:val="2"/>
          <w:wAfter w:w="116" w:type="dxa"/>
          <w:cantSplit/>
          <w:trHeight w:val="447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Pr="00AD25C1" w:rsidRDefault="00457FB0">
            <w:pPr>
              <w:pStyle w:val="Text"/>
            </w:pPr>
            <w:r>
              <w:sym w:font="Wingdings" w:char="F0A8"/>
            </w:r>
            <w:r>
              <w:t xml:space="preserve"> Moderately stressful, needs to be worked on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Very stressful and unfulfilling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Extremely stressful and at risk of break-up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  <w:rPr>
                <w:b/>
              </w:rPr>
            </w:pPr>
            <w:r>
              <w:rPr>
                <w:b/>
              </w:rPr>
              <w:t xml:space="preserve">20. Which of the following have you experienced in the past 12 months?  </w:t>
            </w: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Pr="00AD25C1" w:rsidRDefault="00457FB0">
            <w:pPr>
              <w:pStyle w:val="Text"/>
            </w:pP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Bereavement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Divorce or relationship breakdown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Pregnancy or birth of child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Job loss or demotion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Job promotion, change or relocation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Injury preventing work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Unemployment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Illness of self or immediate family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Moved home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Child leaving home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Recurrent anxiety or depression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Sleep disturbances</w:t>
            </w:r>
          </w:p>
        </w:tc>
      </w:tr>
      <w:tr w:rsidR="00457FB0" w:rsidTr="00E75372">
        <w:trPr>
          <w:gridAfter w:val="1"/>
          <w:wAfter w:w="81" w:type="dxa"/>
          <w:trHeight w:val="288"/>
          <w:jc w:val="center"/>
        </w:trPr>
        <w:tc>
          <w:tcPr>
            <w:tcW w:w="10819" w:type="dxa"/>
            <w:gridSpan w:val="15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457FB0" w:rsidRDefault="00BE7E6F">
            <w:pPr>
              <w:pStyle w:val="Heading2"/>
              <w:jc w:val="center"/>
            </w:pPr>
            <w:r>
              <w:t>SECTION 7</w:t>
            </w:r>
            <w:r w:rsidR="00457FB0">
              <w:t xml:space="preserve">     ENVIRONMENT – WORK AND HOME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BE7E6F">
            <w:pPr>
              <w:pStyle w:val="Text"/>
              <w:rPr>
                <w:b/>
              </w:rPr>
            </w:pPr>
            <w:r>
              <w:rPr>
                <w:b/>
              </w:rPr>
              <w:t>2</w:t>
            </w:r>
            <w:r w:rsidR="00457FB0">
              <w:rPr>
                <w:b/>
              </w:rPr>
              <w:t>1. Which of the following chemicals are regularly used in your home?  (check all that apply)</w:t>
            </w: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Indoor pesticides (sprays, flea bombs etc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Pressure pack sprays (deodorant, hair spray etc)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Bleach or ammonia cleaning products 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Animal flea treatments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Garden chemicals (herbicides, insecticides etc)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Glues, solvents (craft, hobbies, motor etc)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Gas, oil, kerosene or coal heating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 w:val="restart"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BE7E6F">
            <w:pPr>
              <w:pStyle w:val="Text"/>
              <w:rPr>
                <w:b/>
              </w:rPr>
            </w:pPr>
            <w:r>
              <w:rPr>
                <w:b/>
              </w:rPr>
              <w:t>2</w:t>
            </w:r>
            <w:r w:rsidR="00457FB0">
              <w:rPr>
                <w:b/>
              </w:rPr>
              <w:t>2. Have you ever been regularly exposed to any of the following?</w:t>
            </w: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Lead or heavy metals (incl. renovation, traffic etc)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Petrochemicals or heavy city pollution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Home pest extermination</w:t>
            </w:r>
          </w:p>
        </w:tc>
      </w:tr>
      <w:tr w:rsidR="00457FB0" w:rsidTr="00457FB0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231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Agricultural pesticide exposure</w:t>
            </w:r>
          </w:p>
        </w:tc>
        <w:tc>
          <w:tcPr>
            <w:tcW w:w="256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Accidental poisoning in work or home</w:t>
            </w:r>
          </w:p>
        </w:tc>
        <w:tc>
          <w:tcPr>
            <w:tcW w:w="3209" w:type="dxa"/>
            <w:gridSpan w:val="7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Paints, glues, solvents, printers</w:t>
            </w:r>
          </w:p>
        </w:tc>
      </w:tr>
      <w:tr w:rsidR="00457FB0" w:rsidTr="00E75372">
        <w:trPr>
          <w:gridAfter w:val="2"/>
          <w:wAfter w:w="116" w:type="dxa"/>
          <w:cantSplit/>
          <w:trHeight w:val="288"/>
          <w:jc w:val="center"/>
        </w:trPr>
        <w:tc>
          <w:tcPr>
            <w:tcW w:w="2700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</w:pP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sym w:font="Wingdings" w:char="F0A8"/>
            </w:r>
            <w:r>
              <w:t xml:space="preserve"> Other (please list)</w:t>
            </w:r>
          </w:p>
        </w:tc>
      </w:tr>
      <w:tr w:rsidR="00457FB0" w:rsidTr="00E75372">
        <w:trPr>
          <w:gridAfter w:val="1"/>
          <w:wAfter w:w="81" w:type="dxa"/>
          <w:trHeight w:val="288"/>
          <w:jc w:val="center"/>
        </w:trPr>
        <w:tc>
          <w:tcPr>
            <w:tcW w:w="10819" w:type="dxa"/>
            <w:gridSpan w:val="15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457FB0" w:rsidRDefault="00BE7E6F">
            <w:pPr>
              <w:pStyle w:val="Heading2"/>
              <w:jc w:val="center"/>
            </w:pPr>
            <w:r>
              <w:t>SECTION 8</w:t>
            </w:r>
            <w:r w:rsidR="00457FB0">
              <w:t xml:space="preserve">     STATISTICS</w:t>
            </w:r>
          </w:p>
        </w:tc>
      </w:tr>
      <w:tr w:rsidR="00457FB0" w:rsidTr="00E75372">
        <w:trPr>
          <w:gridAfter w:val="2"/>
          <w:wAfter w:w="116" w:type="dxa"/>
          <w:trHeight w:val="1140"/>
          <w:jc w:val="center"/>
        </w:trPr>
        <w:tc>
          <w:tcPr>
            <w:tcW w:w="2700" w:type="dxa"/>
            <w:gridSpan w:val="2"/>
            <w:tcBorders>
              <w:left w:val="single" w:sz="4" w:space="0" w:color="999999"/>
              <w:bottom w:val="nil"/>
              <w:right w:val="single" w:sz="4" w:space="0" w:color="999999"/>
            </w:tcBorders>
            <w:vAlign w:val="bottom"/>
          </w:tcPr>
          <w:p w:rsidR="00457FB0" w:rsidRDefault="00457FB0">
            <w:pPr>
              <w:pStyle w:val="Text"/>
              <w:rPr>
                <w:b/>
              </w:rPr>
            </w:pPr>
            <w:r>
              <w:rPr>
                <w:b/>
              </w:rPr>
              <w:t>Please advise th</w:t>
            </w:r>
            <w:r w:rsidR="00BE7E6F">
              <w:rPr>
                <w:b/>
              </w:rPr>
              <w:t>e following (where you are able</w:t>
            </w:r>
            <w:r>
              <w:rPr>
                <w:b/>
              </w:rPr>
              <w:t xml:space="preserve">)   </w:t>
            </w: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  <w:rPr>
                <w:b/>
              </w:rPr>
            </w:pPr>
          </w:p>
          <w:p w:rsidR="00457FB0" w:rsidRDefault="00457FB0">
            <w:pPr>
              <w:pStyle w:val="Text"/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8084" w:type="dxa"/>
            <w:gridSpan w:val="1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vAlign w:val="center"/>
          </w:tcPr>
          <w:p w:rsidR="00457FB0" w:rsidRDefault="00457FB0">
            <w:pPr>
              <w:pStyle w:val="Text"/>
            </w:pPr>
            <w:r>
              <w:t>Weight…………………………………………</w:t>
            </w:r>
          </w:p>
          <w:p w:rsidR="00457FB0" w:rsidRDefault="00457FB0">
            <w:pPr>
              <w:pStyle w:val="Text"/>
            </w:pPr>
          </w:p>
          <w:p w:rsidR="00457FB0" w:rsidRDefault="00457FB0">
            <w:pPr>
              <w:pStyle w:val="Text"/>
            </w:pPr>
          </w:p>
          <w:p w:rsidR="00457FB0" w:rsidRDefault="00457FB0">
            <w:pPr>
              <w:pStyle w:val="Text"/>
            </w:pPr>
            <w:r>
              <w:t>Blood pressure………………………………..</w:t>
            </w:r>
          </w:p>
          <w:p w:rsidR="00457FB0" w:rsidRDefault="00457FB0">
            <w:pPr>
              <w:pStyle w:val="Text"/>
            </w:pPr>
          </w:p>
          <w:p w:rsidR="00457FB0" w:rsidRDefault="00457FB0">
            <w:pPr>
              <w:pStyle w:val="Text"/>
            </w:pPr>
          </w:p>
          <w:p w:rsidR="00457FB0" w:rsidRDefault="00457FB0">
            <w:pPr>
              <w:pStyle w:val="Text"/>
            </w:pPr>
            <w:r>
              <w:t xml:space="preserve">Blood Type……………………………………… </w:t>
            </w:r>
          </w:p>
        </w:tc>
      </w:tr>
    </w:tbl>
    <w:p w:rsidR="00555CB0" w:rsidRDefault="00555CB0"/>
    <w:p w:rsidR="007A06D4" w:rsidRDefault="007A06D4"/>
    <w:p w:rsidR="00555CB0" w:rsidRDefault="00555CB0"/>
    <w:p w:rsidR="007D72B9" w:rsidRDefault="00154335">
      <w:r>
        <w:t>ADDITIONAL NOTES:</w:t>
      </w:r>
    </w:p>
    <w:p w:rsidR="007D72B9" w:rsidRDefault="007D72B9"/>
    <w:p w:rsidR="007D72B9" w:rsidRDefault="007D72B9"/>
    <w:p w:rsidR="007D72B9" w:rsidRDefault="007D72B9"/>
    <w:p w:rsidR="007D72B9" w:rsidRDefault="007D72B9"/>
    <w:p w:rsidR="007D72B9" w:rsidRDefault="007D72B9"/>
    <w:p w:rsidR="007D72B9" w:rsidRDefault="007D72B9"/>
    <w:p w:rsidR="007D72B9" w:rsidRDefault="007D72B9"/>
    <w:p w:rsidR="007A06D4" w:rsidRDefault="007A06D4"/>
    <w:p w:rsidR="00154335" w:rsidRPr="00154335" w:rsidRDefault="00154335" w:rsidP="00154335">
      <w:pPr>
        <w:jc w:val="right"/>
        <w:rPr>
          <w:sz w:val="20"/>
          <w:szCs w:val="20"/>
        </w:rPr>
      </w:pPr>
      <w:r w:rsidRPr="00154335">
        <w:rPr>
          <w:sz w:val="20"/>
          <w:szCs w:val="20"/>
        </w:rPr>
        <w:t>PTO..</w:t>
      </w:r>
    </w:p>
    <w:p w:rsidR="00B77F8B" w:rsidRDefault="00B77F8B" w:rsidP="00264AC0">
      <w:pPr>
        <w:rPr>
          <w:color w:val="C00000"/>
          <w:sz w:val="24"/>
        </w:rPr>
      </w:pPr>
    </w:p>
    <w:p w:rsidR="007A06D4" w:rsidRPr="00552439" w:rsidRDefault="00264AC0" w:rsidP="00B77F8B">
      <w:pPr>
        <w:jc w:val="center"/>
        <w:rPr>
          <w:color w:val="538135"/>
          <w:sz w:val="24"/>
        </w:rPr>
      </w:pPr>
      <w:r w:rsidRPr="00552439">
        <w:rPr>
          <w:color w:val="538135"/>
          <w:sz w:val="24"/>
        </w:rPr>
        <w:t xml:space="preserve">CLIENT </w:t>
      </w:r>
      <w:r w:rsidR="007A06D4" w:rsidRPr="00552439">
        <w:rPr>
          <w:color w:val="538135"/>
          <w:sz w:val="24"/>
        </w:rPr>
        <w:t xml:space="preserve">CONSENT </w:t>
      </w:r>
      <w:r w:rsidRPr="00552439">
        <w:rPr>
          <w:color w:val="538135"/>
          <w:sz w:val="24"/>
        </w:rPr>
        <w:t>AND DISCLAIMER FORM:</w:t>
      </w:r>
    </w:p>
    <w:p w:rsidR="007A06D4" w:rsidRDefault="007A06D4"/>
    <w:p w:rsidR="00BB1E18" w:rsidRDefault="00BB1E18"/>
    <w:p w:rsidR="00BB1E18" w:rsidRDefault="00BB1E18"/>
    <w:p w:rsidR="00BB1E18" w:rsidRDefault="00BB1E18"/>
    <w:p w:rsidR="007A06D4" w:rsidRDefault="007A06D4">
      <w:pPr>
        <w:rPr>
          <w:sz w:val="20"/>
          <w:szCs w:val="20"/>
        </w:rPr>
      </w:pPr>
    </w:p>
    <w:p w:rsidR="007A06D4" w:rsidRDefault="006258B9">
      <w:pPr>
        <w:rPr>
          <w:sz w:val="20"/>
          <w:szCs w:val="20"/>
        </w:rPr>
      </w:pPr>
      <w:r>
        <w:rPr>
          <w:sz w:val="20"/>
          <w:szCs w:val="20"/>
        </w:rPr>
        <w:t>I ………………………………………………………………………………….. confirm that the information I have given in this Health Appraisal Questionnaire (HAQ) is true and correct.</w:t>
      </w:r>
    </w:p>
    <w:p w:rsidR="007A06D4" w:rsidRDefault="007A06D4">
      <w:pPr>
        <w:rPr>
          <w:sz w:val="20"/>
          <w:szCs w:val="20"/>
        </w:rPr>
      </w:pPr>
    </w:p>
    <w:p w:rsidR="00264AC0" w:rsidRDefault="00264AC0" w:rsidP="00264AC0">
      <w:pPr>
        <w:rPr>
          <w:sz w:val="20"/>
          <w:szCs w:val="20"/>
        </w:rPr>
      </w:pPr>
      <w:r>
        <w:rPr>
          <w:sz w:val="20"/>
          <w:szCs w:val="20"/>
        </w:rPr>
        <w:t>I understand that a</w:t>
      </w:r>
      <w:r w:rsidRPr="007A06D4">
        <w:rPr>
          <w:sz w:val="20"/>
          <w:szCs w:val="20"/>
        </w:rPr>
        <w:t xml:space="preserve">ll questions contained in this appraisal are strictly confidential and will become part of </w:t>
      </w:r>
      <w:r>
        <w:rPr>
          <w:sz w:val="20"/>
          <w:szCs w:val="20"/>
        </w:rPr>
        <w:t>my</w:t>
      </w:r>
      <w:r w:rsidRPr="007A06D4">
        <w:rPr>
          <w:sz w:val="20"/>
          <w:szCs w:val="20"/>
        </w:rPr>
        <w:t xml:space="preserve"> naturopathic file.  The appraisal is designed to provide important information, helping to identify </w:t>
      </w:r>
      <w:r>
        <w:rPr>
          <w:sz w:val="20"/>
          <w:szCs w:val="20"/>
        </w:rPr>
        <w:t>my</w:t>
      </w:r>
      <w:r w:rsidRPr="007A06D4">
        <w:rPr>
          <w:sz w:val="20"/>
          <w:szCs w:val="20"/>
        </w:rPr>
        <w:t xml:space="preserve"> health risk factors.  This </w:t>
      </w:r>
      <w:r>
        <w:rPr>
          <w:sz w:val="20"/>
          <w:szCs w:val="20"/>
        </w:rPr>
        <w:t xml:space="preserve">information </w:t>
      </w:r>
      <w:r w:rsidRPr="007A06D4">
        <w:rPr>
          <w:sz w:val="20"/>
          <w:szCs w:val="20"/>
        </w:rPr>
        <w:t xml:space="preserve">provides unique opportunities for early intervention and prevention, and allows </w:t>
      </w:r>
      <w:r>
        <w:rPr>
          <w:sz w:val="20"/>
          <w:szCs w:val="20"/>
        </w:rPr>
        <w:t>me</w:t>
      </w:r>
      <w:r w:rsidRPr="007A06D4">
        <w:rPr>
          <w:sz w:val="20"/>
          <w:szCs w:val="20"/>
        </w:rPr>
        <w:t xml:space="preserve"> and </w:t>
      </w:r>
      <w:r>
        <w:rPr>
          <w:sz w:val="20"/>
          <w:szCs w:val="20"/>
        </w:rPr>
        <w:t xml:space="preserve">my </w:t>
      </w:r>
      <w:r w:rsidRPr="007A06D4">
        <w:rPr>
          <w:sz w:val="20"/>
          <w:szCs w:val="20"/>
        </w:rPr>
        <w:t>naturopath to assess progress over time.</w:t>
      </w:r>
    </w:p>
    <w:p w:rsidR="007A06D4" w:rsidRDefault="007A06D4">
      <w:pPr>
        <w:rPr>
          <w:sz w:val="20"/>
          <w:szCs w:val="20"/>
        </w:rPr>
      </w:pPr>
    </w:p>
    <w:p w:rsidR="00264AC0" w:rsidRDefault="00264AC0" w:rsidP="007A06D4">
      <w:pPr>
        <w:rPr>
          <w:sz w:val="20"/>
          <w:szCs w:val="20"/>
          <w:lang w:val="en-NZ"/>
        </w:rPr>
      </w:pPr>
      <w:r>
        <w:rPr>
          <w:sz w:val="20"/>
          <w:szCs w:val="20"/>
        </w:rPr>
        <w:t xml:space="preserve">I understand </w:t>
      </w:r>
      <w:r w:rsidR="007A06D4" w:rsidRPr="007A06D4">
        <w:rPr>
          <w:sz w:val="20"/>
          <w:szCs w:val="20"/>
          <w:lang w:val="en-NZ"/>
        </w:rPr>
        <w:t xml:space="preserve">that there is no assurance of achieving a desired or specific result in treatment. Although everything possible is done to ensure a positive outcome, each patient responds differently to care. </w:t>
      </w:r>
      <w:r>
        <w:rPr>
          <w:sz w:val="20"/>
          <w:szCs w:val="20"/>
          <w:lang w:val="en-NZ"/>
        </w:rPr>
        <w:t>P</w:t>
      </w:r>
      <w:r w:rsidR="007A06D4" w:rsidRPr="007A06D4">
        <w:rPr>
          <w:sz w:val="20"/>
          <w:szCs w:val="20"/>
          <w:lang w:val="en-NZ"/>
        </w:rPr>
        <w:t xml:space="preserve">rogress in treatment is based on many factors, including </w:t>
      </w:r>
      <w:r>
        <w:rPr>
          <w:sz w:val="20"/>
          <w:szCs w:val="20"/>
          <w:lang w:val="en-NZ"/>
        </w:rPr>
        <w:t>my</w:t>
      </w:r>
      <w:r w:rsidR="007A06D4" w:rsidRPr="007A06D4">
        <w:rPr>
          <w:sz w:val="20"/>
          <w:szCs w:val="20"/>
          <w:lang w:val="en-NZ"/>
        </w:rPr>
        <w:t xml:space="preserve"> commitment to making lifestyle changes, compliance with suggestions, and adherence to the treatment plan. </w:t>
      </w:r>
      <w:r>
        <w:rPr>
          <w:sz w:val="20"/>
          <w:szCs w:val="20"/>
          <w:lang w:val="en-NZ"/>
        </w:rPr>
        <w:t>By commencing treatment, I</w:t>
      </w:r>
      <w:r w:rsidR="007A06D4" w:rsidRPr="007A06D4">
        <w:rPr>
          <w:sz w:val="20"/>
          <w:szCs w:val="20"/>
          <w:lang w:val="en-NZ"/>
        </w:rPr>
        <w:t xml:space="preserve"> agree that Nicola Dean is not responsible for the success or failure of the treatment outcome. </w:t>
      </w:r>
    </w:p>
    <w:p w:rsidR="00264AC0" w:rsidRDefault="00264AC0" w:rsidP="007A06D4">
      <w:pPr>
        <w:rPr>
          <w:sz w:val="20"/>
          <w:szCs w:val="20"/>
          <w:lang w:val="en-NZ"/>
        </w:rPr>
      </w:pPr>
    </w:p>
    <w:p w:rsidR="007A06D4" w:rsidRDefault="00264AC0" w:rsidP="007A06D4">
      <w:pPr>
        <w:rPr>
          <w:sz w:val="20"/>
          <w:szCs w:val="20"/>
          <w:lang w:val="en-NZ"/>
        </w:rPr>
      </w:pPr>
      <w:r>
        <w:rPr>
          <w:sz w:val="20"/>
          <w:szCs w:val="20"/>
          <w:lang w:val="en-NZ"/>
        </w:rPr>
        <w:t xml:space="preserve">I understand that Nicola Dean is </w:t>
      </w:r>
      <w:r w:rsidRPr="00BB1E18">
        <w:rPr>
          <w:i/>
          <w:sz w:val="20"/>
          <w:szCs w:val="20"/>
          <w:lang w:val="en-NZ"/>
        </w:rPr>
        <w:t>not</w:t>
      </w:r>
      <w:r>
        <w:rPr>
          <w:sz w:val="20"/>
          <w:szCs w:val="20"/>
          <w:lang w:val="en-NZ"/>
        </w:rPr>
        <w:t xml:space="preserve"> a </w:t>
      </w:r>
      <w:r w:rsidR="00BB1E18">
        <w:rPr>
          <w:sz w:val="20"/>
          <w:szCs w:val="20"/>
          <w:lang w:val="en-NZ"/>
        </w:rPr>
        <w:t xml:space="preserve">qualified </w:t>
      </w:r>
      <w:r>
        <w:rPr>
          <w:sz w:val="20"/>
          <w:szCs w:val="20"/>
          <w:lang w:val="en-NZ"/>
        </w:rPr>
        <w:t>medical doctor and that a</w:t>
      </w:r>
      <w:r w:rsidR="007A06D4" w:rsidRPr="007A06D4">
        <w:rPr>
          <w:sz w:val="20"/>
          <w:szCs w:val="20"/>
          <w:lang w:val="en-NZ"/>
        </w:rPr>
        <w:t xml:space="preserve">ny naturopathic or other healthcare or healthcare related decision should be made in consultation with </w:t>
      </w:r>
      <w:r>
        <w:rPr>
          <w:sz w:val="20"/>
          <w:szCs w:val="20"/>
          <w:lang w:val="en-NZ"/>
        </w:rPr>
        <w:t>my</w:t>
      </w:r>
      <w:r w:rsidR="007A06D4" w:rsidRPr="007A06D4">
        <w:rPr>
          <w:sz w:val="20"/>
          <w:szCs w:val="20"/>
          <w:lang w:val="en-NZ"/>
        </w:rPr>
        <w:t xml:space="preserve"> qualified medical healthcare provider.</w:t>
      </w:r>
    </w:p>
    <w:p w:rsidR="00264AC0" w:rsidRDefault="00264AC0" w:rsidP="007A06D4">
      <w:pPr>
        <w:rPr>
          <w:sz w:val="20"/>
          <w:szCs w:val="20"/>
          <w:lang w:val="en-NZ"/>
        </w:rPr>
      </w:pPr>
    </w:p>
    <w:p w:rsidR="00B77F8B" w:rsidRDefault="00264AC0" w:rsidP="007A06D4">
      <w:pPr>
        <w:rPr>
          <w:sz w:val="20"/>
          <w:szCs w:val="20"/>
          <w:lang w:val="en-NZ"/>
        </w:rPr>
      </w:pPr>
      <w:r>
        <w:rPr>
          <w:sz w:val="20"/>
          <w:szCs w:val="20"/>
          <w:lang w:val="en-NZ"/>
        </w:rPr>
        <w:t xml:space="preserve">As a professional member of the New Zealand Association of Medical Herbalists Nicola Dean is bound by a formal Constitution and strict Code of Ethics (see </w:t>
      </w:r>
      <w:hyperlink r:id="rId6" w:history="1">
        <w:r w:rsidRPr="00F14EED">
          <w:rPr>
            <w:rStyle w:val="Hyperlink"/>
            <w:sz w:val="20"/>
            <w:szCs w:val="20"/>
            <w:lang w:val="en-NZ"/>
          </w:rPr>
          <w:t>http://nzamh.org.nz/about-nzamh</w:t>
        </w:r>
      </w:hyperlink>
      <w:r>
        <w:rPr>
          <w:sz w:val="20"/>
          <w:szCs w:val="20"/>
          <w:lang w:val="en-NZ"/>
        </w:rPr>
        <w:t xml:space="preserve">). </w:t>
      </w:r>
      <w:r w:rsidR="00BB1E18">
        <w:rPr>
          <w:sz w:val="20"/>
          <w:szCs w:val="20"/>
          <w:lang w:val="en-NZ"/>
        </w:rPr>
        <w:t xml:space="preserve">A </w:t>
      </w:r>
      <w:r w:rsidR="00B77F8B">
        <w:rPr>
          <w:sz w:val="20"/>
          <w:szCs w:val="20"/>
          <w:lang w:val="en-NZ"/>
        </w:rPr>
        <w:t>Practice complaints procedur</w:t>
      </w:r>
      <w:r w:rsidR="00BB1E18">
        <w:rPr>
          <w:sz w:val="20"/>
          <w:szCs w:val="20"/>
          <w:lang w:val="en-NZ"/>
        </w:rPr>
        <w:t>e is available on request.</w:t>
      </w:r>
    </w:p>
    <w:p w:rsidR="00B77F8B" w:rsidRDefault="00B77F8B" w:rsidP="007A06D4">
      <w:pPr>
        <w:rPr>
          <w:sz w:val="20"/>
          <w:szCs w:val="20"/>
          <w:lang w:val="en-NZ"/>
        </w:rPr>
      </w:pPr>
    </w:p>
    <w:p w:rsidR="00B77F8B" w:rsidRDefault="00B77F8B" w:rsidP="007A06D4">
      <w:pPr>
        <w:rPr>
          <w:sz w:val="20"/>
          <w:szCs w:val="20"/>
          <w:lang w:val="en-NZ"/>
        </w:rPr>
      </w:pPr>
    </w:p>
    <w:p w:rsidR="00B77F8B" w:rsidRDefault="00B77F8B" w:rsidP="007A06D4">
      <w:pPr>
        <w:rPr>
          <w:sz w:val="20"/>
          <w:szCs w:val="20"/>
          <w:lang w:val="en-NZ"/>
        </w:rPr>
      </w:pPr>
    </w:p>
    <w:p w:rsidR="00B77F8B" w:rsidRDefault="00B77F8B" w:rsidP="007A06D4">
      <w:pPr>
        <w:rPr>
          <w:sz w:val="20"/>
          <w:szCs w:val="20"/>
          <w:lang w:val="en-NZ"/>
        </w:rPr>
      </w:pPr>
      <w:r>
        <w:rPr>
          <w:sz w:val="20"/>
          <w:szCs w:val="20"/>
          <w:lang w:val="en-NZ"/>
        </w:rPr>
        <w:t>Signed ……………………………………………………………………………………</w:t>
      </w:r>
    </w:p>
    <w:p w:rsidR="00B77F8B" w:rsidRDefault="00B77F8B" w:rsidP="007A06D4">
      <w:pPr>
        <w:rPr>
          <w:sz w:val="20"/>
          <w:szCs w:val="20"/>
          <w:lang w:val="en-NZ"/>
        </w:rPr>
      </w:pPr>
    </w:p>
    <w:p w:rsidR="00B77F8B" w:rsidRPr="007A06D4" w:rsidRDefault="00B77F8B" w:rsidP="007A06D4">
      <w:pPr>
        <w:rPr>
          <w:sz w:val="20"/>
          <w:szCs w:val="20"/>
          <w:lang w:val="en-NZ"/>
        </w:rPr>
      </w:pPr>
      <w:r>
        <w:rPr>
          <w:sz w:val="20"/>
          <w:szCs w:val="20"/>
          <w:lang w:val="en-NZ"/>
        </w:rPr>
        <w:t>Date ……………………………………………………………………………………….</w:t>
      </w:r>
    </w:p>
    <w:p w:rsidR="007A06D4" w:rsidRPr="007A06D4" w:rsidRDefault="007A06D4" w:rsidP="007A06D4">
      <w:pPr>
        <w:rPr>
          <w:sz w:val="20"/>
          <w:szCs w:val="20"/>
          <w:lang w:val="en-NZ"/>
        </w:rPr>
      </w:pPr>
    </w:p>
    <w:p w:rsidR="007A06D4" w:rsidRPr="007A06D4" w:rsidRDefault="007A06D4">
      <w:pPr>
        <w:rPr>
          <w:sz w:val="20"/>
          <w:szCs w:val="20"/>
        </w:rPr>
      </w:pPr>
    </w:p>
    <w:sectPr w:rsidR="007A06D4" w:rsidRPr="007A06D4">
      <w:footerReference w:type="even" r:id="rId7"/>
      <w:footerReference w:type="default" r:id="rId8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4FC" w:rsidRDefault="009F54FC">
      <w:pPr>
        <w:pStyle w:val="Text"/>
      </w:pPr>
      <w:r>
        <w:separator/>
      </w:r>
    </w:p>
  </w:endnote>
  <w:endnote w:type="continuationSeparator" w:id="0">
    <w:p w:rsidR="009F54FC" w:rsidRDefault="009F54FC">
      <w:pPr>
        <w:pStyle w:val="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phemia">
    <w:altName w:val="Gadugi"/>
    <w:charset w:val="00"/>
    <w:family w:val="swiss"/>
    <w:pitch w:val="variable"/>
    <w:sig w:usb0="00000003" w:usb1="0000004A" w:usb2="00002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B0" w:rsidRDefault="00555C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5CB0" w:rsidRDefault="00555C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B0" w:rsidRDefault="00555C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2214">
      <w:rPr>
        <w:rStyle w:val="PageNumber"/>
        <w:noProof/>
      </w:rPr>
      <w:t>2</w:t>
    </w:r>
    <w:r>
      <w:rPr>
        <w:rStyle w:val="PageNumber"/>
      </w:rPr>
      <w:fldChar w:fldCharType="end"/>
    </w:r>
  </w:p>
  <w:p w:rsidR="00555CB0" w:rsidRDefault="00555CB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4FC" w:rsidRDefault="009F54FC">
      <w:pPr>
        <w:pStyle w:val="Text"/>
      </w:pPr>
      <w:r>
        <w:separator/>
      </w:r>
    </w:p>
  </w:footnote>
  <w:footnote w:type="continuationSeparator" w:id="0">
    <w:p w:rsidR="009F54FC" w:rsidRDefault="009F54FC">
      <w:pPr>
        <w:pStyle w:val="Text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US" w:vendorID="64" w:dllVersion="131077" w:nlCheck="1" w:checkStyle="1"/>
  <w:activeWritingStyle w:appName="MSWord" w:lang="en-NZ" w:vendorID="64" w:dllVersion="131078" w:nlCheck="1" w:checkStyle="1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064"/>
    <w:rsid w:val="000545B5"/>
    <w:rsid w:val="00085BB1"/>
    <w:rsid w:val="000D17BE"/>
    <w:rsid w:val="00123453"/>
    <w:rsid w:val="00154335"/>
    <w:rsid w:val="00217D0D"/>
    <w:rsid w:val="00225B80"/>
    <w:rsid w:val="00264AC0"/>
    <w:rsid w:val="00292804"/>
    <w:rsid w:val="00296F26"/>
    <w:rsid w:val="002F3C6D"/>
    <w:rsid w:val="00457FB0"/>
    <w:rsid w:val="004A572E"/>
    <w:rsid w:val="004D7441"/>
    <w:rsid w:val="00552439"/>
    <w:rsid w:val="00555CB0"/>
    <w:rsid w:val="005F4ACD"/>
    <w:rsid w:val="006258B9"/>
    <w:rsid w:val="00656BA1"/>
    <w:rsid w:val="00672214"/>
    <w:rsid w:val="007A06D4"/>
    <w:rsid w:val="007D72B9"/>
    <w:rsid w:val="007F628B"/>
    <w:rsid w:val="0088411F"/>
    <w:rsid w:val="009629FC"/>
    <w:rsid w:val="009926A7"/>
    <w:rsid w:val="009E735C"/>
    <w:rsid w:val="009F54FC"/>
    <w:rsid w:val="00AD25C1"/>
    <w:rsid w:val="00AE5A70"/>
    <w:rsid w:val="00B77F8B"/>
    <w:rsid w:val="00BA5064"/>
    <w:rsid w:val="00BB1E18"/>
    <w:rsid w:val="00BE7E6F"/>
    <w:rsid w:val="00BF691F"/>
    <w:rsid w:val="00C629A6"/>
    <w:rsid w:val="00D27521"/>
    <w:rsid w:val="00DF6E49"/>
    <w:rsid w:val="00E209FD"/>
    <w:rsid w:val="00E75372"/>
    <w:rsid w:val="00E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05BCF12-78BB-404C-9544-D605F0E7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hAnsi="Tahoma"/>
      <w:sz w:val="16"/>
      <w:szCs w:val="24"/>
      <w:lang w:val="en-US" w:eastAsia="ko-KR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b/>
      <w:caps/>
      <w:spacing w:val="10"/>
      <w:sz w:val="32"/>
      <w:szCs w:val="40"/>
    </w:rPr>
  </w:style>
  <w:style w:type="paragraph" w:styleId="Heading2">
    <w:name w:val="heading 2"/>
    <w:basedOn w:val="Normal"/>
    <w:next w:val="Normal"/>
    <w:qFormat/>
    <w:pPr>
      <w:outlineLvl w:val="1"/>
    </w:pPr>
    <w:rPr>
      <w:b/>
    </w:rPr>
  </w:style>
  <w:style w:type="paragraph" w:styleId="Heading3">
    <w:name w:val="heading 3"/>
    <w:basedOn w:val="Text"/>
    <w:next w:val="Normal"/>
    <w:qFormat/>
    <w:pPr>
      <w:jc w:val="center"/>
      <w:outlineLvl w:val="2"/>
    </w:pPr>
    <w:rPr>
      <w:b/>
      <w:caps/>
      <w:sz w:val="18"/>
      <w:szCs w:val="16"/>
    </w:rPr>
  </w:style>
  <w:style w:type="paragraph" w:styleId="Heading4">
    <w:name w:val="heading 4"/>
    <w:basedOn w:val="Heading2"/>
    <w:next w:val="Normal"/>
    <w:qFormat/>
    <w:pPr>
      <w:spacing w:before="160"/>
      <w:jc w:val="center"/>
      <w:outlineLvl w:val="3"/>
    </w:pPr>
    <w:rPr>
      <w:b w:val="0"/>
    </w:rPr>
  </w:style>
  <w:style w:type="paragraph" w:styleId="Heading5">
    <w:name w:val="heading 5"/>
    <w:basedOn w:val="Normal"/>
    <w:next w:val="Normal"/>
    <w:qFormat/>
    <w:pPr>
      <w:spacing w:before="60"/>
      <w:outlineLvl w:val="4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rPr>
      <w:rFonts w:ascii="Tahoma" w:eastAsia="Batang" w:hAnsi="Tahoma"/>
      <w:b/>
      <w:sz w:val="16"/>
      <w:szCs w:val="24"/>
      <w:lang w:val="en-US" w:eastAsia="ko-KR" w:bidi="ar-SA"/>
    </w:rPr>
  </w:style>
  <w:style w:type="paragraph" w:customStyle="1" w:styleId="Text">
    <w:name w:val="Text"/>
    <w:basedOn w:val="Normal"/>
  </w:style>
  <w:style w:type="character" w:customStyle="1" w:styleId="TextChar">
    <w:name w:val="Text Char"/>
    <w:rPr>
      <w:rFonts w:ascii="Tahoma" w:eastAsia="Batang" w:hAnsi="Tahoma"/>
      <w:sz w:val="16"/>
      <w:szCs w:val="24"/>
      <w:lang w:val="en-US" w:eastAsia="ko-KR" w:bidi="ar-SA"/>
    </w:rPr>
  </w:style>
  <w:style w:type="character" w:customStyle="1" w:styleId="CharChar">
    <w:name w:val=" Char Char"/>
    <w:rPr>
      <w:rFonts w:ascii="Tahoma" w:eastAsia="Batang" w:hAnsi="Tahoma"/>
      <w:b/>
      <w:caps/>
      <w:sz w:val="18"/>
      <w:szCs w:val="16"/>
      <w:lang w:val="en-US" w:eastAsia="ko-KR" w:bidi="ar-SA"/>
    </w:rPr>
  </w:style>
  <w:style w:type="paragraph" w:styleId="BalloonText">
    <w:name w:val="Balloon Text"/>
    <w:basedOn w:val="Normal"/>
    <w:semiHidden/>
    <w:rPr>
      <w:rFonts w:cs="Tahoma"/>
      <w:szCs w:val="16"/>
    </w:rPr>
  </w:style>
  <w:style w:type="paragraph" w:customStyle="1" w:styleId="CaptionText">
    <w:name w:val="Caption Text"/>
    <w:basedOn w:val="Text"/>
    <w:rPr>
      <w:i/>
      <w:sz w:val="12"/>
    </w:rPr>
  </w:style>
  <w:style w:type="character" w:customStyle="1" w:styleId="CaptionTextChar">
    <w:name w:val="Caption Text Char"/>
    <w:rPr>
      <w:rFonts w:ascii="Tahoma" w:eastAsia="Batang" w:hAnsi="Tahoma"/>
      <w:i/>
      <w:sz w:val="12"/>
      <w:szCs w:val="24"/>
      <w:lang w:val="en-US" w:eastAsia="ko-KR" w:bidi="ar-SA"/>
    </w:rPr>
  </w:style>
  <w:style w:type="paragraph" w:customStyle="1" w:styleId="AllCapsCentered">
    <w:name w:val="All Caps Centered"/>
    <w:basedOn w:val="Normal"/>
    <w:pPr>
      <w:jc w:val="center"/>
    </w:pPr>
    <w:rPr>
      <w:caps/>
      <w:szCs w:val="16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styleId="Hyperlink">
    <w:name w:val="Hyperlink"/>
    <w:uiPriority w:val="99"/>
    <w:unhideWhenUsed/>
    <w:rsid w:val="004D74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zamh.org.nz/about-nzam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Tracey\LOCALS~1\Temp\TCD76.tmp\Health%20history%20questionnai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Health history questionnaire</Template>
  <TotalTime>1</TotalTime>
  <Pages>4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APPRAISAL QUESTIONNAIRE</vt:lpstr>
    </vt:vector>
  </TitlesOfParts>
  <Company>Microsoft Corporation</Company>
  <LinksUpToDate>false</LinksUpToDate>
  <CharactersWithSpaces>10129</CharactersWithSpaces>
  <SharedDoc>false</SharedDoc>
  <HLinks>
    <vt:vector size="6" baseType="variant">
      <vt:variant>
        <vt:i4>2621539</vt:i4>
      </vt:variant>
      <vt:variant>
        <vt:i4>0</vt:i4>
      </vt:variant>
      <vt:variant>
        <vt:i4>0</vt:i4>
      </vt:variant>
      <vt:variant>
        <vt:i4>5</vt:i4>
      </vt:variant>
      <vt:variant>
        <vt:lpwstr>http://nzamh.org.nz/about-nzamh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APPRAISAL QUESTIONNAIRE</dc:title>
  <dc:subject/>
  <dc:creator>Tracey Loughran</dc:creator>
  <cp:keywords/>
  <cp:lastModifiedBy>Isaac maki</cp:lastModifiedBy>
  <cp:revision>2</cp:revision>
  <cp:lastPrinted>2011-07-01T09:17:00Z</cp:lastPrinted>
  <dcterms:created xsi:type="dcterms:W3CDTF">2015-10-22T01:53:00Z</dcterms:created>
  <dcterms:modified xsi:type="dcterms:W3CDTF">2015-10-22T01:53:00Z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TC010266941033</vt:lpwstr>
  </property>
</Properties>
</file>